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3325">
        <w:rPr>
          <w:rFonts w:ascii="Corbel" w:hAnsi="Corbel"/>
          <w:i/>
          <w:smallCaps/>
          <w:sz w:val="24"/>
          <w:szCs w:val="24"/>
        </w:rPr>
        <w:t>2020/20</w:t>
      </w:r>
      <w:r w:rsidR="000E184B">
        <w:rPr>
          <w:rFonts w:ascii="Corbel" w:hAnsi="Corbel"/>
          <w:i/>
          <w:smallCaps/>
          <w:sz w:val="24"/>
          <w:szCs w:val="24"/>
        </w:rPr>
        <w:t>2</w:t>
      </w:r>
      <w:r w:rsidR="00023325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9C54AE" w:rsidRDefault="00445970" w:rsidP="0013373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023325">
        <w:rPr>
          <w:rFonts w:ascii="Corbel" w:hAnsi="Corbel"/>
          <w:sz w:val="20"/>
          <w:szCs w:val="20"/>
        </w:rPr>
        <w:t>2022/2023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6907F6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67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67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3373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32792B">
        <w:rPr>
          <w:rFonts w:ascii="Corbel" w:hAnsi="Corbel"/>
          <w:b w:val="0"/>
          <w:szCs w:val="24"/>
        </w:rPr>
        <w:t>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3279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ze szczególnym uwzględnieniem plastyki. </w:t>
            </w:r>
          </w:p>
        </w:tc>
      </w:tr>
    </w:tbl>
    <w:p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CD69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11D72">
              <w:rPr>
                <w:rFonts w:ascii="Corbel" w:hAnsi="Corbel"/>
                <w:b w:val="0"/>
                <w:sz w:val="24"/>
                <w:szCs w:val="24"/>
              </w:rPr>
              <w:t xml:space="preserve">ształtowania postawy kreatywności u uczestników zajęć resocjalizacyjnych.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611D72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pracy, szkoły i rekreacji.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pojęcia związane z wychowaniem estetycznym i wychowaniem przez sztukę w odniesieniu do ogólnej wiedzy z zakresu pedagogiki.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rozpozna i opisze specyficzne potrzeby oraz zainteresowania osób niedostosowanych społecznie.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cele i funkcje sztuki, pracy, szkoły oraz rekreacji w procesie </w:t>
            </w:r>
            <w:r w:rsidR="000B2406">
              <w:rPr>
                <w:rFonts w:ascii="Corbel" w:hAnsi="Corbel"/>
                <w:b w:val="0"/>
                <w:smallCaps w:val="0"/>
                <w:szCs w:val="24"/>
              </w:rPr>
              <w:t xml:space="preserve">resocjalizacji. </w:t>
            </w:r>
          </w:p>
        </w:tc>
        <w:tc>
          <w:tcPr>
            <w:tcW w:w="1873" w:type="dxa"/>
          </w:tcPr>
          <w:p w:rsidR="0085747A" w:rsidRPr="009C54AE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w zakresie kulturotechniki w grupie osób objętych oddziaływaniami resocjalizacyjnymi.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rolę kreatywności i ekspresji jako zjawiska społecznej komunikacji wśród osób niedostosowanych społecznie.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9C452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na temat znaczenia twórczego myślenia i działania w czasie projektowania i prowadzenia działań resocjalizacyjnych. </w:t>
            </w:r>
          </w:p>
        </w:tc>
        <w:tc>
          <w:tcPr>
            <w:tcW w:w="1873" w:type="dxa"/>
          </w:tcPr>
          <w:p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Kulturotechnika- wyjaśnienie znaczenia procedury w procesie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podstawy twórczej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resocjalizacji przez sport.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83B91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Plastyka jako metoda wspomagająca proces resocjalizacji.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 i rysunek).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literackim .</w:t>
            </w:r>
          </w:p>
        </w:tc>
      </w:tr>
      <w:tr w:rsidR="00B83B91" w:rsidRPr="009C54AE" w:rsidTr="00923D7D">
        <w:tc>
          <w:tcPr>
            <w:tcW w:w="9639" w:type="dxa"/>
          </w:tcPr>
          <w:p w:rsidR="00B83B91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resocjalizacyjnych i profilaktycznych wykorzystujących kulturotechnikę – warsztaty.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A86535" w:rsidP="00B83B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83B91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:rsidR="00B83B91" w:rsidRPr="009C54AE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Florczykiewicz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="00B83B91"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="00B83B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43654C" w:rsidRPr="0043654C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część I i II, Warszawa 2009.</w:t>
            </w:r>
          </w:p>
          <w:p w:rsidR="0043654C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Kultura i resocjalizacja. Metodyka pracy kulturotechnicznej z młodzieżą nieprzystosowaną społecznie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Warszawa 2006. </w:t>
            </w:r>
          </w:p>
          <w:p w:rsidR="0043654C" w:rsidRPr="0043654C" w:rsidRDefault="0043654C" w:rsidP="0043654C">
            <w:pPr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43654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Klinta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 w:rsidR="00761A4A"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Pospiszyl K.,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Resocjalizacja. Teoretyczne podstawy oraz przykłady programów oddziaływań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Zochniak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„Opieka-Wychowanie-Terapia”, 2003, nr 1, s. 27-29.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Borowski R., Wysocki D.,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Instytucje wychowania resocjalizującego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, Płock, 2001.</w:t>
            </w:r>
          </w:p>
          <w:p w:rsidR="00761A4A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:rsidR="00761A4A" w:rsidRPr="00D2744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K. (red.),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Socjoterapia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arszawa 2004.</w:t>
            </w:r>
          </w:p>
        </w:tc>
      </w:tr>
    </w:tbl>
    <w:p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2CF" w:rsidRDefault="00B002CF" w:rsidP="00C16ABF">
      <w:pPr>
        <w:spacing w:after="0" w:line="240" w:lineRule="auto"/>
      </w:pPr>
      <w:r>
        <w:separator/>
      </w:r>
    </w:p>
  </w:endnote>
  <w:endnote w:type="continuationSeparator" w:id="0">
    <w:p w:rsidR="00B002CF" w:rsidRDefault="00B002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2CF" w:rsidRDefault="00B002CF" w:rsidP="00C16ABF">
      <w:pPr>
        <w:spacing w:after="0" w:line="240" w:lineRule="auto"/>
      </w:pPr>
      <w:r>
        <w:separator/>
      </w:r>
    </w:p>
  </w:footnote>
  <w:footnote w:type="continuationSeparator" w:id="0">
    <w:p w:rsidR="00B002CF" w:rsidRDefault="00B002C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9CE"/>
    <w:rsid w:val="000048FD"/>
    <w:rsid w:val="000077B4"/>
    <w:rsid w:val="00015B8F"/>
    <w:rsid w:val="00022ECE"/>
    <w:rsid w:val="0002332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373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31A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398D"/>
    <w:rsid w:val="00526C94"/>
    <w:rsid w:val="005363C4"/>
    <w:rsid w:val="00536BDE"/>
    <w:rsid w:val="00543ACC"/>
    <w:rsid w:val="00564F98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73"/>
    <w:rsid w:val="008449B3"/>
    <w:rsid w:val="00856E5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2CF"/>
    <w:rsid w:val="00B06142"/>
    <w:rsid w:val="00B135B1"/>
    <w:rsid w:val="00B3130B"/>
    <w:rsid w:val="00B40ADB"/>
    <w:rsid w:val="00B41D59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9B8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D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564D1-622F-4B77-982F-405B8FE4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2019-12-05T09:05:00Z</cp:lastPrinted>
  <dcterms:created xsi:type="dcterms:W3CDTF">2019-11-08T12:32:00Z</dcterms:created>
  <dcterms:modified xsi:type="dcterms:W3CDTF">2021-10-01T09:30:00Z</dcterms:modified>
</cp:coreProperties>
</file>